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2A" w:rsidRPr="0036355E" w:rsidRDefault="0093702A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702A" w:rsidRPr="00A44465" w:rsidRDefault="0093702A" w:rsidP="00A444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A4446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3702A" w:rsidRPr="00161E78" w:rsidRDefault="0093702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02A" w:rsidRDefault="0093702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 июля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93702A" w:rsidRPr="00161E78" w:rsidRDefault="0093702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3702A" w:rsidRPr="00161E78" w:rsidRDefault="0093702A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93702A" w:rsidRDefault="0093702A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93702A" w:rsidRDefault="0093702A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3702A" w:rsidRPr="009D58BB">
        <w:trPr>
          <w:trHeight w:val="1097"/>
        </w:trPr>
        <w:tc>
          <w:tcPr>
            <w:tcW w:w="9016" w:type="dxa"/>
          </w:tcPr>
          <w:p w:rsidR="0093702A" w:rsidRPr="009D58BB" w:rsidRDefault="009370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93702A" w:rsidRPr="009D58BB" w:rsidRDefault="0093702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3702A" w:rsidRPr="00DD5EF6" w:rsidRDefault="0093702A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93702A" w:rsidRPr="00DD5EF6" w:rsidRDefault="0093702A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93702A" w:rsidRDefault="0093702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93702A" w:rsidRDefault="0093702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28 076 026,46 рублей;</w:t>
      </w:r>
    </w:p>
    <w:p w:rsidR="0093702A" w:rsidRDefault="0093702A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28 251 700,00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</w:p>
    <w:p w:rsidR="0093702A" w:rsidRPr="00B51340" w:rsidRDefault="0093702A" w:rsidP="00DB1581">
      <w:pPr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8 700,00 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93702A" w:rsidRPr="008D0A0F" w:rsidRDefault="0093702A" w:rsidP="00DB1581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8 700,00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</w:t>
      </w:r>
      <w:r>
        <w:rPr>
          <w:rFonts w:ascii="Times New Roman" w:hAnsi="Times New Roman" w:cs="Times New Roman"/>
          <w:sz w:val="28"/>
          <w:szCs w:val="28"/>
        </w:rPr>
        <w:t>оценку стоимости помещений.</w:t>
      </w:r>
    </w:p>
    <w:p w:rsidR="0093702A" w:rsidRPr="00E028DA" w:rsidRDefault="0093702A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</w:t>
      </w:r>
      <w:r w:rsidRPr="00E028DA">
        <w:rPr>
          <w:rFonts w:ascii="Times New Roman" w:hAnsi="Times New Roman" w:cs="Times New Roman"/>
        </w:rPr>
        <w:t xml:space="preserve"> изложив их в новой редакции (</w:t>
      </w:r>
      <w:r>
        <w:rPr>
          <w:rFonts w:ascii="Times New Roman" w:hAnsi="Times New Roman" w:cs="Times New Roman"/>
        </w:rPr>
        <w:t>приложения № 2,4,5,6</w:t>
      </w:r>
      <w:r w:rsidRPr="00E028DA">
        <w:rPr>
          <w:rFonts w:ascii="Times New Roman" w:hAnsi="Times New Roman" w:cs="Times New Roman"/>
        </w:rPr>
        <w:t>).</w:t>
      </w:r>
    </w:p>
    <w:p w:rsidR="0093702A" w:rsidRPr="00E028DA" w:rsidRDefault="0093702A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93702A" w:rsidRPr="00E028DA" w:rsidRDefault="0093702A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93702A" w:rsidRPr="00DD5EF6" w:rsidRDefault="0093702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02A" w:rsidRDefault="0093702A" w:rsidP="00A4446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Глава</w:t>
      </w:r>
    </w:p>
    <w:p w:rsidR="0093702A" w:rsidRDefault="0093702A" w:rsidP="00A44465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93702A" w:rsidRDefault="0093702A" w:rsidP="00A4446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93702A" w:rsidRDefault="0093702A" w:rsidP="00A4446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Н.В.Лавриненко                                              В.Н. Лантратов</w:t>
      </w:r>
    </w:p>
    <w:p w:rsidR="0093702A" w:rsidRDefault="0093702A" w:rsidP="00A44465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3702A" w:rsidRDefault="0093702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3702A" w:rsidRPr="00203FD5" w:rsidRDefault="0093702A" w:rsidP="00A44465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</w:p>
    <w:p w:rsidR="0093702A" w:rsidRPr="00203FD5" w:rsidRDefault="0093702A" w:rsidP="00A4446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3702A" w:rsidRPr="00203FD5" w:rsidRDefault="0093702A" w:rsidP="00A4446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93702A" w:rsidRPr="00203FD5" w:rsidRDefault="0093702A" w:rsidP="00A44465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 июля 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года 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92</w:t>
      </w:r>
    </w:p>
    <w:p w:rsidR="0093702A" w:rsidRPr="00203FD5" w:rsidRDefault="0093702A" w:rsidP="00A44465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702A" w:rsidRPr="009D58BB" w:rsidRDefault="0093702A" w:rsidP="00A444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Совета Школьненского сельского пос</w:t>
      </w:r>
      <w:r>
        <w:rPr>
          <w:rFonts w:ascii="Times New Roman" w:hAnsi="Times New Roman" w:cs="Times New Roman"/>
          <w:b/>
          <w:bCs/>
          <w:sz w:val="28"/>
          <w:szCs w:val="28"/>
        </w:rPr>
        <w:t>еления Белореченского района от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21 декабря 2015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69 “О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бюджете Школьненского сельского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селения Белореченского района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93702A" w:rsidRDefault="0093702A" w:rsidP="00A444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02A" w:rsidRPr="00203FD5" w:rsidRDefault="0093702A" w:rsidP="00A44465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93702A" w:rsidRPr="00203FD5" w:rsidRDefault="0093702A" w:rsidP="00A44465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702A" w:rsidRPr="00203FD5" w:rsidRDefault="0093702A" w:rsidP="00A44465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702A" w:rsidRPr="00203FD5" w:rsidRDefault="0093702A" w:rsidP="00A44465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12447" w:type="dxa"/>
        <w:tblInd w:w="-106" w:type="dxa"/>
        <w:tblLayout w:type="fixed"/>
        <w:tblLook w:val="00A0"/>
      </w:tblPr>
      <w:tblGrid>
        <w:gridCol w:w="4908"/>
        <w:gridCol w:w="1860"/>
        <w:gridCol w:w="3060"/>
        <w:gridCol w:w="2619"/>
      </w:tblGrid>
      <w:tr w:rsidR="0093702A" w:rsidRPr="00203FD5">
        <w:trPr>
          <w:cantSplit/>
          <w:trHeight w:val="349"/>
        </w:trPr>
        <w:tc>
          <w:tcPr>
            <w:tcW w:w="4908" w:type="dxa"/>
            <w:vMerge w:val="restart"/>
          </w:tcPr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</w:t>
            </w:r>
          </w:p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Школьненского сельского поселения Белореченского района                                                                                                                        </w:t>
            </w:r>
          </w:p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  <w:p w:rsidR="0093702A" w:rsidRPr="00203FD5" w:rsidRDefault="0093702A" w:rsidP="00B55C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1860" w:type="dxa"/>
            <w:tcBorders>
              <w:top w:val="nil"/>
            </w:tcBorders>
          </w:tcPr>
          <w:p w:rsidR="0093702A" w:rsidRPr="00203FD5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gridSpan w:val="2"/>
            <w:vAlign w:val="bottom"/>
          </w:tcPr>
          <w:p w:rsidR="0093702A" w:rsidRPr="00203FD5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93702A" w:rsidRPr="00203FD5">
        <w:trPr>
          <w:gridAfter w:val="1"/>
          <w:wAfter w:w="2619" w:type="dxa"/>
          <w:cantSplit/>
          <w:trHeight w:val="3055"/>
        </w:trPr>
        <w:tc>
          <w:tcPr>
            <w:tcW w:w="4908" w:type="dxa"/>
            <w:vMerge/>
          </w:tcPr>
          <w:p w:rsidR="0093702A" w:rsidRPr="00203FD5" w:rsidRDefault="0093702A" w:rsidP="00B55C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2"/>
          </w:tcPr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Е.В.Леник</w:t>
            </w: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В.Г.Попков</w:t>
            </w: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Г.В.Войченко</w:t>
            </w:r>
          </w:p>
          <w:p w:rsidR="0093702A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3702A" w:rsidRPr="00203FD5" w:rsidRDefault="0093702A" w:rsidP="00B55C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702A" w:rsidRPr="00EF127F" w:rsidRDefault="0093702A" w:rsidP="00A44465">
      <w:pPr>
        <w:widowControl w:val="0"/>
        <w:tabs>
          <w:tab w:val="right" w:pos="9498"/>
        </w:tabs>
        <w:rPr>
          <w:lang w:eastAsia="ru-RU"/>
        </w:rPr>
      </w:pPr>
    </w:p>
    <w:p w:rsidR="0093702A" w:rsidRPr="00DD5EF6" w:rsidRDefault="0093702A" w:rsidP="00A44465">
      <w:pPr>
        <w:tabs>
          <w:tab w:val="left" w:pos="0"/>
          <w:tab w:val="left" w:pos="900"/>
        </w:tabs>
      </w:pPr>
    </w:p>
    <w:p w:rsidR="0093702A" w:rsidRDefault="0093702A" w:rsidP="00A44465">
      <w:pPr>
        <w:tabs>
          <w:tab w:val="left" w:pos="900"/>
        </w:tabs>
        <w:rPr>
          <w:sz w:val="28"/>
          <w:szCs w:val="28"/>
        </w:rPr>
      </w:pPr>
    </w:p>
    <w:p w:rsidR="0093702A" w:rsidRPr="00DD5EF6" w:rsidRDefault="0093702A" w:rsidP="00A44465">
      <w:pPr>
        <w:tabs>
          <w:tab w:val="left" w:pos="0"/>
          <w:tab w:val="left" w:pos="900"/>
        </w:tabs>
      </w:pPr>
    </w:p>
    <w:p w:rsidR="0093702A" w:rsidRPr="00DD5EF6" w:rsidRDefault="0093702A" w:rsidP="00A44465">
      <w:pPr>
        <w:pageBreakBefore/>
        <w:ind w:right="-28"/>
        <w:jc w:val="center"/>
      </w:pPr>
    </w:p>
    <w:sectPr w:rsidR="0093702A" w:rsidRPr="00DD5EF6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02A" w:rsidRDefault="0093702A" w:rsidP="00B57B3B">
      <w:r>
        <w:separator/>
      </w:r>
    </w:p>
  </w:endnote>
  <w:endnote w:type="continuationSeparator" w:id="0">
    <w:p w:rsidR="0093702A" w:rsidRDefault="0093702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02A" w:rsidRDefault="0093702A" w:rsidP="00B57B3B">
      <w:r>
        <w:separator/>
      </w:r>
    </w:p>
  </w:footnote>
  <w:footnote w:type="continuationSeparator" w:id="0">
    <w:p w:rsidR="0093702A" w:rsidRDefault="0093702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2A" w:rsidRPr="003139BC" w:rsidRDefault="0093702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3702A" w:rsidRDefault="009370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3D4C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5513"/>
    <w:rsid w:val="001C6EC4"/>
    <w:rsid w:val="001D3FAB"/>
    <w:rsid w:val="001D7C02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3134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3753"/>
    <w:rsid w:val="00525406"/>
    <w:rsid w:val="00530999"/>
    <w:rsid w:val="00535EDA"/>
    <w:rsid w:val="00541885"/>
    <w:rsid w:val="0054211B"/>
    <w:rsid w:val="00542C7C"/>
    <w:rsid w:val="0055092D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3702A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44465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5CC4"/>
    <w:rsid w:val="00B57B3B"/>
    <w:rsid w:val="00B644DA"/>
    <w:rsid w:val="00B66A98"/>
    <w:rsid w:val="00B6740D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062FA"/>
    <w:rsid w:val="00C0718F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43867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E1290"/>
    <w:rsid w:val="00EF0640"/>
    <w:rsid w:val="00EF127F"/>
    <w:rsid w:val="00EF161D"/>
    <w:rsid w:val="00EF190B"/>
    <w:rsid w:val="00EF28A2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15A9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93A1F"/>
    <w:rsid w:val="00FB2285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591</TotalTime>
  <Pages>4</Pages>
  <Words>884</Words>
  <Characters>5044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33</cp:revision>
  <cp:lastPrinted>2016-07-07T14:36:00Z</cp:lastPrinted>
  <dcterms:created xsi:type="dcterms:W3CDTF">2015-01-21T15:24:00Z</dcterms:created>
  <dcterms:modified xsi:type="dcterms:W3CDTF">2016-07-18T06:29:00Z</dcterms:modified>
</cp:coreProperties>
</file>